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26" w:type="dxa"/>
        <w:tblCellMar>
          <w:left w:w="0" w:type="dxa"/>
          <w:right w:w="0" w:type="dxa"/>
        </w:tblCellMar>
        <w:tblLook w:val="0000" w:firstRow="0" w:lastRow="0" w:firstColumn="0" w:lastColumn="0" w:noHBand="0" w:noVBand="0"/>
      </w:tblPr>
      <w:tblGrid>
        <w:gridCol w:w="5217"/>
        <w:gridCol w:w="526"/>
        <w:gridCol w:w="3783"/>
      </w:tblGrid>
      <w:tr w:rsidR="00E85637" w14:paraId="248F93BE" w14:textId="77777777">
        <w:trPr>
          <w:cantSplit/>
          <w:trHeight w:val="567"/>
        </w:trPr>
        <w:tc>
          <w:tcPr>
            <w:tcW w:w="5216" w:type="dxa"/>
            <w:vMerge w:val="restart"/>
          </w:tcPr>
          <w:p w14:paraId="2596533E" w14:textId="77777777" w:rsidR="00F253DB" w:rsidRDefault="00B7608B" w:rsidP="00356C40">
            <w:pPr>
              <w:framePr w:w="9582" w:h="2155" w:wrap="notBeside" w:vAnchor="page" w:hAnchor="page" w:x="1702" w:y="3063"/>
              <w:rPr>
                <w:noProof/>
              </w:rPr>
            </w:pPr>
            <w:r>
              <w:fldChar w:fldCharType="begin">
                <w:ffData>
                  <w:name w:val="Text2"/>
                  <w:enabled/>
                  <w:calcOnExit w:val="0"/>
                  <w:helpText w:type="text" w:val="Sisestage siia üks või mitu adressaati. &#10;&#10;Näiteks:  &#10;Hr Jüri Mägi&#10;Pikk 22&#10;23456 Kuressaare&#10;&#10;Seejärel liikuge Tab klahviga järgmisele väljale."/>
                  <w:statusText w:type="text" w:val="Sisestage siia üks või mitu adressaati (vt F1)"/>
                  <w:textInput/>
                </w:ffData>
              </w:fldChar>
            </w:r>
            <w:bookmarkStart w:id="0" w:name="Text2"/>
            <w:r>
              <w:instrText xml:space="preserve"> FORMTEXT </w:instrText>
            </w:r>
            <w:r>
              <w:fldChar w:fldCharType="separate"/>
            </w:r>
            <w:r w:rsidR="00F253DB" w:rsidRPr="00F253DB">
              <w:rPr>
                <w:noProof/>
              </w:rPr>
              <w:t xml:space="preserve">Marko Gorban </w:t>
            </w:r>
          </w:p>
          <w:p w14:paraId="5CE85D6D" w14:textId="17334979" w:rsidR="00E85637" w:rsidRDefault="00F253DB" w:rsidP="00356C40">
            <w:pPr>
              <w:framePr w:w="9582" w:h="2155" w:wrap="notBeside" w:vAnchor="page" w:hAnchor="page" w:x="1702" w:y="3063"/>
            </w:pPr>
            <w:r w:rsidRPr="00F253DB">
              <w:rPr>
                <w:noProof/>
              </w:rPr>
              <w:t>Regionaal- ja P</w:t>
            </w:r>
            <w:r w:rsidRPr="00F253DB">
              <w:rPr>
                <w:rFonts w:hint="eastAsia"/>
                <w:noProof/>
              </w:rPr>
              <w:t>õ</w:t>
            </w:r>
            <w:r w:rsidRPr="00F253DB">
              <w:rPr>
                <w:noProof/>
              </w:rPr>
              <w:t xml:space="preserve">llumajandusministeerium info@agri.ee </w:t>
            </w:r>
            <w:r w:rsidR="00B7608B">
              <w:fldChar w:fldCharType="end"/>
            </w:r>
            <w:bookmarkEnd w:id="0"/>
          </w:p>
        </w:tc>
        <w:tc>
          <w:tcPr>
            <w:tcW w:w="510" w:type="dxa"/>
            <w:noWrap/>
          </w:tcPr>
          <w:p w14:paraId="5955083F" w14:textId="77777777" w:rsidR="00E85637" w:rsidRDefault="00A9445B">
            <w:pPr>
              <w:framePr w:w="9582" w:h="2155" w:wrap="notBeside" w:vAnchor="page" w:hAnchor="page" w:x="1702" w:y="3063"/>
            </w:pPr>
            <w:r>
              <w:fldChar w:fldCharType="begin">
                <w:ffData>
                  <w:name w:val=""/>
                  <w:enabled/>
                  <w:calcOnExit w:val="0"/>
                  <w:statusText w:type="text" w:val="Kui viidet ei ole, võib välja Delete-klahviga kustutada."/>
                  <w:textInput>
                    <w:default w:val="Teie"/>
                  </w:textInput>
                </w:ffData>
              </w:fldChar>
            </w:r>
            <w:r>
              <w:instrText xml:space="preserve"> FORMTEXT </w:instrText>
            </w:r>
            <w:r>
              <w:fldChar w:fldCharType="separate"/>
            </w:r>
            <w:r>
              <w:rPr>
                <w:noProof/>
              </w:rPr>
              <w:t>Teie</w:t>
            </w:r>
            <w:r>
              <w:fldChar w:fldCharType="end"/>
            </w:r>
          </w:p>
        </w:tc>
        <w:tc>
          <w:tcPr>
            <w:tcW w:w="3799" w:type="dxa"/>
            <w:tcMar>
              <w:left w:w="85" w:type="dxa"/>
            </w:tcMar>
          </w:tcPr>
          <w:p w14:paraId="2E2A3713" w14:textId="5527C3C3" w:rsidR="00E85637" w:rsidRDefault="00B7608B" w:rsidP="00B7608B">
            <w:pPr>
              <w:framePr w:w="9582" w:h="2155" w:wrap="notBeside" w:vAnchor="page" w:hAnchor="page" w:x="1702" w:y="3063"/>
            </w:pPr>
            <w:r>
              <w:fldChar w:fldCharType="begin">
                <w:ffData>
                  <w:name w:val="Text1"/>
                  <w:enabled/>
                  <w:calcOnExit w:val="0"/>
                  <w:helpText w:type="text" w:val="Sisestage siia saabunud kirja kuupäev.&#10;&#10;Näiteks: 01.05.2014 &#10;&#10;Seejärel liikuge Tab klahviga järgmisele väljale."/>
                  <w:statusText w:type="text" w:val="Sisestage siia saabunud kirja kuupäev (vt F1)"/>
                  <w:textInput>
                    <w:maxLength w:val="40"/>
                  </w:textInput>
                </w:ffData>
              </w:fldChar>
            </w:r>
            <w:bookmarkStart w:id="1" w:name="Text1"/>
            <w:r>
              <w:instrText xml:space="preserve"> FORMTEXT </w:instrText>
            </w:r>
            <w:r>
              <w:fldChar w:fldCharType="separate"/>
            </w:r>
            <w:r w:rsidR="00F253DB" w:rsidRPr="00F253DB">
              <w:rPr>
                <w:noProof/>
              </w:rPr>
              <w:t xml:space="preserve">13.06.2024 </w:t>
            </w:r>
            <w:r>
              <w:fldChar w:fldCharType="end"/>
            </w:r>
            <w:bookmarkEnd w:id="1"/>
            <w:r w:rsidR="00356C40">
              <w:t xml:space="preserve"> nr </w:t>
            </w:r>
            <w:r>
              <w:fldChar w:fldCharType="begin">
                <w:ffData>
                  <w:name w:val="Text50"/>
                  <w:enabled/>
                  <w:calcOnExit w:val="0"/>
                  <w:helpText w:type="text" w:val="Sisestage siia saabunud kirja viit.&#10;&#10;Näiteks: 2-1/312&#10;&#10;Seejärel liikuge Tab klahviga järgmisele väljale."/>
                  <w:statusText w:type="text" w:val="Sisestage siia saabunud kirja viit (vt F1)"/>
                  <w:textInput/>
                </w:ffData>
              </w:fldChar>
            </w:r>
            <w:bookmarkStart w:id="2" w:name="Text50"/>
            <w:r>
              <w:instrText xml:space="preserve"> FORMTEXT </w:instrText>
            </w:r>
            <w:r>
              <w:fldChar w:fldCharType="separate"/>
            </w:r>
            <w:r w:rsidR="00F253DB" w:rsidRPr="00F253DB">
              <w:rPr>
                <w:noProof/>
              </w:rPr>
              <w:t>14-8.3/699</w:t>
            </w:r>
            <w:r>
              <w:fldChar w:fldCharType="end"/>
            </w:r>
            <w:bookmarkEnd w:id="2"/>
          </w:p>
        </w:tc>
      </w:tr>
      <w:tr w:rsidR="00E85637" w14:paraId="3344ABD9" w14:textId="77777777">
        <w:trPr>
          <w:cantSplit/>
          <w:trHeight w:val="743"/>
        </w:trPr>
        <w:tc>
          <w:tcPr>
            <w:tcW w:w="5216" w:type="dxa"/>
            <w:vMerge/>
          </w:tcPr>
          <w:p w14:paraId="3323B093" w14:textId="77777777" w:rsidR="00E85637" w:rsidRDefault="00E85637">
            <w:pPr>
              <w:framePr w:w="9582" w:h="2155" w:wrap="notBeside" w:vAnchor="page" w:hAnchor="page" w:x="1702" w:y="3063"/>
            </w:pPr>
          </w:p>
        </w:tc>
        <w:tc>
          <w:tcPr>
            <w:tcW w:w="510" w:type="dxa"/>
            <w:noWrap/>
          </w:tcPr>
          <w:p w14:paraId="7B39B4FD" w14:textId="77777777" w:rsidR="00E85637" w:rsidRDefault="00A9445B">
            <w:pPr>
              <w:framePr w:w="9582" w:h="2155" w:wrap="notBeside" w:vAnchor="page" w:hAnchor="page" w:x="1702" w:y="3063"/>
            </w:pPr>
            <w:r>
              <w:fldChar w:fldCharType="begin">
                <w:ffData>
                  <w:name w:val=""/>
                  <w:enabled/>
                  <w:calcOnExit w:val="0"/>
                  <w:statusText w:type="text" w:val="Kui viidet ei ole, võib välja Delete-klahviga kustutada."/>
                  <w:textInput>
                    <w:default w:val="Meie"/>
                  </w:textInput>
                </w:ffData>
              </w:fldChar>
            </w:r>
            <w:r>
              <w:instrText xml:space="preserve"> FORMTEXT </w:instrText>
            </w:r>
            <w:r>
              <w:fldChar w:fldCharType="separate"/>
            </w:r>
            <w:r>
              <w:rPr>
                <w:noProof/>
              </w:rPr>
              <w:t>Meie</w:t>
            </w:r>
            <w:r>
              <w:fldChar w:fldCharType="end"/>
            </w:r>
          </w:p>
        </w:tc>
        <w:tc>
          <w:tcPr>
            <w:tcW w:w="3799" w:type="dxa"/>
            <w:tcMar>
              <w:left w:w="85" w:type="dxa"/>
            </w:tcMar>
          </w:tcPr>
          <w:p w14:paraId="6FE159F3" w14:textId="741E7E9B" w:rsidR="00E85637" w:rsidRDefault="00B7608B" w:rsidP="00B7608B">
            <w:pPr>
              <w:framePr w:w="9582" w:h="2155" w:wrap="notBeside" w:vAnchor="page" w:hAnchor="page" w:x="1702" w:y="3063"/>
            </w:pPr>
            <w:r>
              <w:fldChar w:fldCharType="begin">
                <w:ffData>
                  <w:name w:val=""/>
                  <w:enabled/>
                  <w:calcOnExit w:val="0"/>
                  <w:helpText w:type="text" w:val="Sisestage siia väljamineva kirja kuupäev.&#10;&#10;Näiteks:&#10;01.05.2014&#10;(digitaalallkirja kuupäev)&#10;&#10;Seejärel liikuge Tab klahviga järgmisele väljale."/>
                  <w:statusText w:type="text" w:val="Siia sisestage väljamineva kirja kuupäev (vt F1)"/>
                  <w:textInput/>
                </w:ffData>
              </w:fldChar>
            </w:r>
            <w:r>
              <w:instrText xml:space="preserve"> FORMTEXT </w:instrText>
            </w:r>
            <w:r>
              <w:fldChar w:fldCharType="separate"/>
            </w:r>
            <w:r w:rsidR="00F253DB">
              <w:rPr>
                <w:noProof/>
              </w:rPr>
              <w:t>12.07.2024</w:t>
            </w:r>
            <w:r>
              <w:fldChar w:fldCharType="end"/>
            </w:r>
            <w:r w:rsidR="00356C40">
              <w:t xml:space="preserve"> nr </w:t>
            </w:r>
            <w:r>
              <w:fldChar w:fldCharType="begin">
                <w:ffData>
                  <w:name w:val="Text51"/>
                  <w:enabled/>
                  <w:calcOnExit w:val="0"/>
                  <w:helpText w:type="text" w:val="Sisestage siia väljamineva kirja viit.&#10;&#10;Näiteks:&#10;2-1/312&#10;2-1/(number sisaldub faili nimes)&#10;&#10;Seejärel liikuge Tab klahviga järgmisele väljale."/>
                  <w:statusText w:type="text" w:val="Sisestage siia väljamineva kirja viit (vt F1)"/>
                  <w:textInput/>
                </w:ffData>
              </w:fldChar>
            </w:r>
            <w:bookmarkStart w:id="3" w:name="Text51"/>
            <w:r>
              <w:instrText xml:space="preserve"> FORMTEXT </w:instrText>
            </w:r>
            <w:r>
              <w:fldChar w:fldCharType="separate"/>
            </w:r>
            <w:r w:rsidR="00F253DB">
              <w:rPr>
                <w:noProof/>
              </w:rPr>
              <w:t>3879</w:t>
            </w:r>
            <w:r>
              <w:fldChar w:fldCharType="end"/>
            </w:r>
            <w:bookmarkEnd w:id="3"/>
          </w:p>
        </w:tc>
      </w:tr>
      <w:tr w:rsidR="00E85637" w14:paraId="140F04A5" w14:textId="77777777">
        <w:trPr>
          <w:cantSplit/>
          <w:trHeight w:hRule="exact" w:val="23"/>
        </w:trPr>
        <w:tc>
          <w:tcPr>
            <w:tcW w:w="5216" w:type="dxa"/>
          </w:tcPr>
          <w:p w14:paraId="6C818550" w14:textId="77777777" w:rsidR="00E85637" w:rsidRDefault="00A9445B">
            <w:pPr>
              <w:framePr w:w="9582" w:h="2155" w:wrap="notBeside" w:vAnchor="page" w:hAnchor="page" w:x="1702" w:y="3063"/>
            </w:pPr>
            <w:r>
              <w:t>XXXXXXXXXXXXXXXXXXXXXXXXXXXXX</w:t>
            </w:r>
            <w:r>
              <w:rPr>
                <w:sz w:val="18"/>
              </w:rPr>
              <w:t>X</w:t>
            </w:r>
          </w:p>
        </w:tc>
        <w:tc>
          <w:tcPr>
            <w:tcW w:w="510" w:type="dxa"/>
            <w:noWrap/>
          </w:tcPr>
          <w:p w14:paraId="3FE433F7" w14:textId="77777777" w:rsidR="00E85637" w:rsidRDefault="00A9445B">
            <w:pPr>
              <w:framePr w:w="9582" w:h="2155" w:wrap="notBeside" w:vAnchor="page" w:hAnchor="page" w:x="1702" w:y="3063"/>
            </w:pPr>
            <w:r>
              <w:t>XX</w:t>
            </w:r>
            <w:r>
              <w:rPr>
                <w:sz w:val="22"/>
              </w:rPr>
              <w:t>X</w:t>
            </w:r>
          </w:p>
        </w:tc>
        <w:tc>
          <w:tcPr>
            <w:tcW w:w="3799" w:type="dxa"/>
          </w:tcPr>
          <w:p w14:paraId="30AA65C5" w14:textId="77777777" w:rsidR="00E85637" w:rsidRDefault="00E85637">
            <w:pPr>
              <w:framePr w:w="9582" w:h="2155" w:wrap="notBeside" w:vAnchor="page" w:hAnchor="page" w:x="1702" w:y="3063"/>
            </w:pPr>
          </w:p>
        </w:tc>
      </w:tr>
    </w:tbl>
    <w:p w14:paraId="1F31EBC2" w14:textId="77777777" w:rsidR="00E85637" w:rsidRDefault="00E85637">
      <w:pPr>
        <w:framePr w:w="9582" w:h="2155" w:wrap="notBeside" w:vAnchor="page" w:hAnchor="page" w:x="1702" w:y="3063"/>
        <w:rPr>
          <w:sz w:val="12"/>
        </w:rPr>
      </w:pPr>
    </w:p>
    <w:p w14:paraId="592E45B2" w14:textId="77777777" w:rsidR="00E85637" w:rsidRDefault="00E85637">
      <w:pPr>
        <w:rPr>
          <w:spacing w:val="0"/>
          <w:position w:val="0"/>
          <w:sz w:val="20"/>
        </w:rPr>
      </w:pPr>
    </w:p>
    <w:p w14:paraId="5F349DCC" w14:textId="77777777" w:rsidR="00E85637" w:rsidRDefault="003A08B0">
      <w:pPr>
        <w:framePr w:w="9639" w:h="851" w:wrap="around" w:vAnchor="page" w:hAnchor="page" w:x="1702" w:y="625"/>
        <w:rPr>
          <w:spacing w:val="0"/>
          <w:position w:val="0"/>
        </w:rPr>
      </w:pPr>
      <w:r>
        <w:rPr>
          <w:noProof/>
          <w:spacing w:val="0"/>
          <w:position w:val="0"/>
          <w:lang w:val="en-US"/>
        </w:rPr>
        <w:drawing>
          <wp:inline distT="0" distB="0" distL="0" distR="0" wp14:anchorId="41805CE5" wp14:editId="74789F6B">
            <wp:extent cx="6040543" cy="6384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tretch>
                      <a:fillRect/>
                    </a:stretch>
                  </pic:blipFill>
                  <pic:spPr>
                    <a:xfrm>
                      <a:off x="0" y="0"/>
                      <a:ext cx="6040543" cy="638431"/>
                    </a:xfrm>
                    <a:prstGeom prst="rect">
                      <a:avLst/>
                    </a:prstGeom>
                  </pic:spPr>
                </pic:pic>
              </a:graphicData>
            </a:graphic>
          </wp:inline>
        </w:drawing>
      </w:r>
    </w:p>
    <w:p w14:paraId="009676AD" w14:textId="60E18338" w:rsidR="00E85637" w:rsidRDefault="00B7608B">
      <w:pPr>
        <w:pStyle w:val="Pealkiri1"/>
      </w:pPr>
      <w:r>
        <w:fldChar w:fldCharType="begin">
          <w:ffData>
            <w:name w:val="Text7"/>
            <w:enabled/>
            <w:calcOnExit w:val="0"/>
            <w:helpText w:type="text" w:val="Sisestage siia pealkiri.&#10;&#10;Näiteks: Järelepärimine&#10;&#10;Seejärel liikuge Tab klahviga järgmisele väljale."/>
            <w:statusText w:type="text" w:val="Sisestage siia pealkiri (vt F1)"/>
            <w:textInput>
              <w:format w:val="Algsuurtäht"/>
            </w:textInput>
          </w:ffData>
        </w:fldChar>
      </w:r>
      <w:bookmarkStart w:id="4" w:name="Text7"/>
      <w:r>
        <w:instrText xml:space="preserve"> FORMTEXT </w:instrText>
      </w:r>
      <w:r>
        <w:fldChar w:fldCharType="separate"/>
      </w:r>
      <w:r w:rsidR="00F253DB" w:rsidRPr="00F253DB">
        <w:rPr>
          <w:noProof/>
        </w:rPr>
        <w:t>P</w:t>
      </w:r>
      <w:r w:rsidR="00F253DB" w:rsidRPr="00F253DB">
        <w:rPr>
          <w:rFonts w:hint="eastAsia"/>
          <w:noProof/>
        </w:rPr>
        <w:t>ä</w:t>
      </w:r>
      <w:r w:rsidR="00F253DB" w:rsidRPr="00F253DB">
        <w:rPr>
          <w:noProof/>
        </w:rPr>
        <w:t xml:space="preserve">rnu maakonnaplaneeringu </w:t>
      </w:r>
      <w:r w:rsidR="00F253DB" w:rsidRPr="00F253DB">
        <w:rPr>
          <w:rFonts w:hint="eastAsia"/>
          <w:noProof/>
        </w:rPr>
        <w:t>„</w:t>
      </w:r>
      <w:r w:rsidR="00F253DB" w:rsidRPr="00F253DB">
        <w:rPr>
          <w:noProof/>
        </w:rPr>
        <w:t>Rail Baltic raudtee trassi asukoha m</w:t>
      </w:r>
      <w:r w:rsidR="00F253DB" w:rsidRPr="00F253DB">
        <w:rPr>
          <w:rFonts w:hint="eastAsia"/>
          <w:noProof/>
        </w:rPr>
        <w:t>ää</w:t>
      </w:r>
      <w:r w:rsidR="00F253DB" w:rsidRPr="00F253DB">
        <w:rPr>
          <w:noProof/>
        </w:rPr>
        <w:t>ramine</w:t>
      </w:r>
      <w:r w:rsidR="00F253DB" w:rsidRPr="00F253DB">
        <w:rPr>
          <w:rFonts w:hint="eastAsia"/>
          <w:noProof/>
        </w:rPr>
        <w:t>“</w:t>
      </w:r>
      <w:r w:rsidR="00F253DB" w:rsidRPr="00F253DB">
        <w:rPr>
          <w:noProof/>
        </w:rPr>
        <w:t xml:space="preserve"> t</w:t>
      </w:r>
      <w:r w:rsidR="00F253DB" w:rsidRPr="00F253DB">
        <w:rPr>
          <w:rFonts w:hint="eastAsia"/>
          <w:noProof/>
        </w:rPr>
        <w:t>ä</w:t>
      </w:r>
      <w:r w:rsidR="00F253DB" w:rsidRPr="00F253DB">
        <w:rPr>
          <w:noProof/>
        </w:rPr>
        <w:t>iendav koosk</w:t>
      </w:r>
      <w:r w:rsidR="00F253DB" w:rsidRPr="00F253DB">
        <w:rPr>
          <w:rFonts w:hint="eastAsia"/>
          <w:noProof/>
        </w:rPr>
        <w:t>õ</w:t>
      </w:r>
      <w:r w:rsidR="00F253DB" w:rsidRPr="00F253DB">
        <w:rPr>
          <w:noProof/>
        </w:rPr>
        <w:t>lastamine trassil</w:t>
      </w:r>
      <w:r w:rsidR="00F253DB" w:rsidRPr="00F253DB">
        <w:rPr>
          <w:rFonts w:hint="eastAsia"/>
          <w:noProof/>
        </w:rPr>
        <w:t>õ</w:t>
      </w:r>
      <w:r w:rsidR="00F253DB" w:rsidRPr="00F253DB">
        <w:rPr>
          <w:noProof/>
        </w:rPr>
        <w:t>ikude 3A, 4A ja 4H osas</w:t>
      </w:r>
      <w:r>
        <w:fldChar w:fldCharType="end"/>
      </w:r>
      <w:bookmarkEnd w:id="4"/>
    </w:p>
    <w:p w14:paraId="27537CFA" w14:textId="77777777" w:rsidR="00E85637" w:rsidRDefault="00E85637"/>
    <w:p w14:paraId="48EE4A27" w14:textId="77777777" w:rsidR="00E85637" w:rsidRDefault="00E85637">
      <w:pPr>
        <w:rPr>
          <w:sz w:val="26"/>
        </w:rPr>
      </w:pPr>
    </w:p>
    <w:p w14:paraId="789F9C82" w14:textId="25D7F9C0" w:rsidR="007B7275" w:rsidRDefault="007B7275" w:rsidP="007B7275">
      <w:pPr>
        <w:rPr>
          <w:spacing w:val="0"/>
          <w:position w:val="0"/>
        </w:rPr>
      </w:pPr>
      <w:r>
        <w:rPr>
          <w:spacing w:val="0"/>
          <w:position w:val="0"/>
        </w:rPr>
        <w:fldChar w:fldCharType="begin">
          <w:ffData>
            <w:name w:val=""/>
            <w:enabled/>
            <w:calcOnExit w:val="0"/>
            <w:helpText w:type="text" w:val="Kirjutage siia pöördumise esimene sõna.&#10;&#10;Näiteks:   Austatud&#10;&#10;Seejärel liikuge Tab klahviga järgmisele väljale."/>
            <w:statusText w:type="text" w:val="Kirjutage siia pöördumise esimene sõna (vt F1)."/>
            <w:textInput>
              <w:default w:val="Austatud"/>
              <w:maxLength w:val="17"/>
              <w:format w:val="Algsuurtäht"/>
            </w:textInput>
          </w:ffData>
        </w:fldChar>
      </w:r>
      <w:r>
        <w:rPr>
          <w:spacing w:val="0"/>
          <w:position w:val="0"/>
        </w:rPr>
        <w:instrText xml:space="preserve"> FORMTEXT </w:instrText>
      </w:r>
      <w:r>
        <w:rPr>
          <w:spacing w:val="0"/>
          <w:position w:val="0"/>
        </w:rPr>
      </w:r>
      <w:r>
        <w:rPr>
          <w:spacing w:val="0"/>
          <w:position w:val="0"/>
        </w:rPr>
        <w:fldChar w:fldCharType="separate"/>
      </w:r>
      <w:r>
        <w:rPr>
          <w:noProof/>
          <w:spacing w:val="0"/>
          <w:position w:val="0"/>
        </w:rPr>
        <w:t>Austatud</w:t>
      </w:r>
      <w:r>
        <w:rPr>
          <w:spacing w:val="0"/>
          <w:position w:val="0"/>
        </w:rPr>
        <w:fldChar w:fldCharType="end"/>
      </w:r>
      <w:r w:rsidR="00F253DB">
        <w:rPr>
          <w:spacing w:val="0"/>
          <w:position w:val="0"/>
        </w:rPr>
        <w:t xml:space="preserve"> </w:t>
      </w:r>
      <w:r>
        <w:rPr>
          <w:spacing w:val="0"/>
          <w:position w:val="0"/>
        </w:rPr>
        <w:fldChar w:fldCharType="begin">
          <w:ffData>
            <w:name w:val="Text35"/>
            <w:enabled/>
            <w:calcOnExit w:val="0"/>
            <w:helpText w:type="text" w:val="Kirja saaja perekonnanimi. &#10;&#10;Näiteks:    Mägi&#10;&#10;Seejärel liikuge Tab klahviga järgmisele väljale."/>
            <w:statusText w:type="text" w:val="Kirjutage siia välja kirja saaja perekonnanimi  (vt F1)"/>
            <w:textInput>
              <w:maxLength w:val="60"/>
            </w:textInput>
          </w:ffData>
        </w:fldChar>
      </w:r>
      <w:bookmarkStart w:id="5" w:name="Text35"/>
      <w:r>
        <w:rPr>
          <w:spacing w:val="0"/>
          <w:position w:val="0"/>
        </w:rPr>
        <w:instrText xml:space="preserve"> FORMTEXT </w:instrText>
      </w:r>
      <w:r>
        <w:rPr>
          <w:spacing w:val="0"/>
          <w:position w:val="0"/>
        </w:rPr>
      </w:r>
      <w:r>
        <w:rPr>
          <w:spacing w:val="0"/>
          <w:position w:val="0"/>
        </w:rPr>
        <w:fldChar w:fldCharType="separate"/>
      </w:r>
      <w:r w:rsidR="00F253DB" w:rsidRPr="00F253DB">
        <w:rPr>
          <w:noProof/>
          <w:spacing w:val="0"/>
          <w:position w:val="0"/>
        </w:rPr>
        <w:t xml:space="preserve">Marko Gorban </w:t>
      </w:r>
      <w:r>
        <w:rPr>
          <w:spacing w:val="0"/>
          <w:position w:val="0"/>
        </w:rPr>
        <w:fldChar w:fldCharType="end"/>
      </w:r>
      <w:bookmarkEnd w:id="5"/>
    </w:p>
    <w:p w14:paraId="1E4423C3" w14:textId="77777777" w:rsidR="00E85637" w:rsidRDefault="00E85637"/>
    <w:p w14:paraId="371C9F1F" w14:textId="77777777" w:rsidR="00E85637" w:rsidRDefault="00E85637">
      <w:pPr>
        <w:rPr>
          <w:sz w:val="18"/>
        </w:rPr>
      </w:pPr>
    </w:p>
    <w:p w14:paraId="60113357" w14:textId="77777777" w:rsidR="00E85637" w:rsidRDefault="00E85637">
      <w:pPr>
        <w:sectPr w:rsidR="00E85637">
          <w:headerReference w:type="default" r:id="rId11"/>
          <w:footerReference w:type="default" r:id="rId12"/>
          <w:headerReference w:type="first" r:id="rId13"/>
          <w:pgSz w:w="11906" w:h="16838" w:code="9"/>
          <w:pgMar w:top="3062" w:right="680" w:bottom="737" w:left="1701" w:header="454" w:footer="567" w:gutter="0"/>
          <w:cols w:space="708"/>
          <w:titlePg/>
        </w:sectPr>
      </w:pPr>
    </w:p>
    <w:p w14:paraId="20648DA7" w14:textId="77777777" w:rsidR="00F253DB" w:rsidRDefault="00F253DB" w:rsidP="00F253DB">
      <w:pPr>
        <w:jc w:val="both"/>
      </w:pPr>
      <w:r>
        <w:t>Olete esitanud Riigimetsa Majandamise Keskusele (edaspidi RMK) materjalid Pärnu maakonnaplaneeringu „Rail Baltic raudtee trassi asukoha määramine“ trassilõikude 3A, 4A ja 4H osas planeeringulahenduse, keskkonnamõju strateegilise hindamise (KSH) aruande, Natura aruande ja Natura hüvitusmeetmete kava täiendavaks kooskõlastamiseks.</w:t>
      </w:r>
    </w:p>
    <w:p w14:paraId="56CC5EC6" w14:textId="77777777" w:rsidR="001D139F" w:rsidRDefault="001D139F" w:rsidP="00F253DB">
      <w:pPr>
        <w:jc w:val="both"/>
      </w:pPr>
    </w:p>
    <w:p w14:paraId="0008A93F" w14:textId="77777777" w:rsidR="00F253DB" w:rsidRDefault="00F253DB" w:rsidP="00F253DB">
      <w:pPr>
        <w:jc w:val="both"/>
      </w:pPr>
      <w:r>
        <w:t>Oleme materjalidega tutvunud ja kooskõlastame täiendavalt Pärnu maakonnaplaneeringu „Rail Baltic raudtee trassi asukoha määramine“ trassilõikude 3A, 4A ja 4H osas.</w:t>
      </w:r>
    </w:p>
    <w:p w14:paraId="2505C67D" w14:textId="77777777" w:rsidR="00F253DB" w:rsidRDefault="00F253DB" w:rsidP="00F253DB">
      <w:pPr>
        <w:jc w:val="both"/>
      </w:pPr>
    </w:p>
    <w:p w14:paraId="786528D3" w14:textId="20050E00" w:rsidR="00F253DB" w:rsidRDefault="00F253DB" w:rsidP="00F253DB">
      <w:pPr>
        <w:jc w:val="both"/>
        <w:sectPr w:rsidR="00F253DB">
          <w:type w:val="continuous"/>
          <w:pgSz w:w="11906" w:h="16838" w:code="9"/>
          <w:pgMar w:top="907" w:right="680" w:bottom="737" w:left="1701" w:header="454" w:footer="567" w:gutter="0"/>
          <w:cols w:space="708"/>
          <w:formProt w:val="0"/>
          <w:titlePg/>
        </w:sectPr>
      </w:pPr>
    </w:p>
    <w:p w14:paraId="5BDC1E29" w14:textId="77777777" w:rsidR="00E85637" w:rsidRDefault="00E85637"/>
    <w:p w14:paraId="00508712" w14:textId="77777777" w:rsidR="005D0422" w:rsidRDefault="005D0422"/>
    <w:p w14:paraId="26972225" w14:textId="77777777" w:rsidR="005D0422" w:rsidRDefault="005D0422"/>
    <w:p w14:paraId="267E004F" w14:textId="77777777" w:rsidR="00E85637" w:rsidRDefault="00E85637"/>
    <w:p w14:paraId="4ADEA260" w14:textId="77777777" w:rsidR="00E85637" w:rsidRDefault="00A9445B">
      <w:r>
        <w:fldChar w:fldCharType="begin">
          <w:ffData>
            <w:name w:val="Text33"/>
            <w:enabled/>
            <w:calcOnExit w:val="0"/>
            <w:helpText w:type="text" w:val="Siia kirjutage tervitusvormel.&#10;&#10;Näiteks: Lugupidamisega&#10;&#10;Seejärel liikuge Tab klahviga järgmisele väljale."/>
            <w:statusText w:type="text" w:val="Siia kirjutage tervitusvormel (vt F1)"/>
            <w:textInput>
              <w:default w:val="Lugupidamisega"/>
            </w:textInput>
          </w:ffData>
        </w:fldChar>
      </w:r>
      <w:r>
        <w:instrText xml:space="preserve"> FORMTEXT </w:instrText>
      </w:r>
      <w:r>
        <w:fldChar w:fldCharType="separate"/>
      </w:r>
      <w:r>
        <w:rPr>
          <w:noProof/>
        </w:rPr>
        <w:t>Lugupidamisega</w:t>
      </w:r>
      <w:r>
        <w:fldChar w:fldCharType="end"/>
      </w:r>
    </w:p>
    <w:p w14:paraId="5A08283F" w14:textId="77777777" w:rsidR="00E85637" w:rsidRDefault="00E85637"/>
    <w:p w14:paraId="05FCDDE5" w14:textId="77777777" w:rsidR="00E85637" w:rsidRDefault="00E85637"/>
    <w:p w14:paraId="50D947F9" w14:textId="2CA81FA5" w:rsidR="00E85637" w:rsidRDefault="00B7608B">
      <w:pPr>
        <w:rPr>
          <w:spacing w:val="0"/>
          <w:position w:val="0"/>
        </w:rPr>
      </w:pPr>
      <w:r>
        <w:rPr>
          <w:spacing w:val="0"/>
          <w:position w:val="0"/>
        </w:rPr>
        <w:fldChar w:fldCharType="begin">
          <w:ffData>
            <w:name w:val="Dropdown9"/>
            <w:enabled/>
            <w:calcOnExit w:val="0"/>
            <w:helpText w:type="text" w:val="Tehke valik vastavalt allkirjastamise viisile.&#10;&#10;Kui kiri allkirjastatakse digitaalselt, avage rippmenüü ja tehke valik (allkirjastatud digitaalselt)&#10;&#10;Seejärel liikuge Tab klahviga järgmisele väljale."/>
            <w:statusText w:type="text" w:val="Tehke valik vastavalt allkirjastamise viisile (vt F1)"/>
            <w:ddList>
              <w:result w:val="1"/>
              <w:listEntry w:val="          "/>
              <w:listEntry w:val="(allkirjastatud digitaalselt)"/>
            </w:ddList>
          </w:ffData>
        </w:fldChar>
      </w:r>
      <w:bookmarkStart w:id="6" w:name="Dropdown9"/>
      <w:r>
        <w:rPr>
          <w:spacing w:val="0"/>
          <w:position w:val="0"/>
        </w:rPr>
        <w:instrText xml:space="preserve"> FORMDROPDOWN </w:instrText>
      </w:r>
      <w:r w:rsidR="002B5DDF">
        <w:rPr>
          <w:spacing w:val="0"/>
          <w:position w:val="0"/>
        </w:rPr>
      </w:r>
      <w:r w:rsidR="002B5DDF">
        <w:rPr>
          <w:spacing w:val="0"/>
          <w:position w:val="0"/>
        </w:rPr>
        <w:fldChar w:fldCharType="separate"/>
      </w:r>
      <w:r>
        <w:rPr>
          <w:spacing w:val="0"/>
          <w:position w:val="0"/>
        </w:rPr>
        <w:fldChar w:fldCharType="end"/>
      </w:r>
      <w:bookmarkEnd w:id="6"/>
    </w:p>
    <w:p w14:paraId="3AAAF49F" w14:textId="77777777" w:rsidR="00E85637" w:rsidRDefault="00E85637"/>
    <w:p w14:paraId="4B775772" w14:textId="77777777" w:rsidR="00E85637" w:rsidRDefault="00E85637">
      <w:pPr>
        <w:rPr>
          <w:sz w:val="14"/>
        </w:rPr>
      </w:pPr>
    </w:p>
    <w:p w14:paraId="3C628888" w14:textId="77777777" w:rsidR="00E85637" w:rsidRDefault="00E85637">
      <w:pPr>
        <w:rPr>
          <w:sz w:val="2"/>
        </w:rPr>
      </w:pPr>
    </w:p>
    <w:p w14:paraId="2B1C9443" w14:textId="7E86DFA0" w:rsidR="00E85637" w:rsidRDefault="00B7608B">
      <w:r>
        <w:fldChar w:fldCharType="begin">
          <w:ffData>
            <w:name w:val="Text30"/>
            <w:enabled/>
            <w:calcOnExit w:val="0"/>
            <w:helpText w:type="text" w:val="Sisestage siia allakirjutaja nimi.&#10;&#10;&#10;&#10;Seejärel liikuge Tab klahviga järgmisele väljale."/>
            <w:statusText w:type="text" w:val="Sisestage siia allakirjutaja nimi."/>
            <w:textInput/>
          </w:ffData>
        </w:fldChar>
      </w:r>
      <w:bookmarkStart w:id="7" w:name="Text30"/>
      <w:r>
        <w:instrText xml:space="preserve"> FORMTEXT </w:instrText>
      </w:r>
      <w:r>
        <w:fldChar w:fldCharType="separate"/>
      </w:r>
      <w:r w:rsidR="00DB1CCD">
        <w:rPr>
          <w:noProof/>
        </w:rPr>
        <w:t>Aivar Laud</w:t>
      </w:r>
      <w:r>
        <w:fldChar w:fldCharType="end"/>
      </w:r>
      <w:bookmarkEnd w:id="7"/>
    </w:p>
    <w:p w14:paraId="0270936E" w14:textId="1723C1D3" w:rsidR="00E85637" w:rsidRDefault="00B7608B">
      <w:r>
        <w:fldChar w:fldCharType="begin">
          <w:ffData>
            <w:name w:val="Text32"/>
            <w:enabled/>
            <w:calcOnExit w:val="0"/>
            <w:helpText w:type="text" w:val="Sisestage siia allakirjutaja ametinimetus.&#10;&#10;&#10;&#10;Seejärel liikuge Tab klahviga järgmisele väljale."/>
            <w:statusText w:type="text" w:val="Sisestage siia allakirjutaja ametinimetus."/>
            <w:textInput/>
          </w:ffData>
        </w:fldChar>
      </w:r>
      <w:bookmarkStart w:id="8" w:name="Text32"/>
      <w:r>
        <w:instrText xml:space="preserve"> FORMTEXT </w:instrText>
      </w:r>
      <w:r>
        <w:fldChar w:fldCharType="separate"/>
      </w:r>
      <w:r w:rsidR="00FC77E1" w:rsidRPr="00FC77E1">
        <w:t>RMK Edela</w:t>
      </w:r>
      <w:r w:rsidR="00FC77E1">
        <w:t xml:space="preserve"> r</w:t>
      </w:r>
      <w:r w:rsidR="00183D9E">
        <w:rPr>
          <w:noProof/>
        </w:rPr>
        <w:t>egiooni juht</w:t>
      </w:r>
      <w:r>
        <w:fldChar w:fldCharType="end"/>
      </w:r>
      <w:bookmarkEnd w:id="8"/>
    </w:p>
    <w:p w14:paraId="33D48235" w14:textId="77777777" w:rsidR="00E85637" w:rsidRDefault="00E85637"/>
    <w:p w14:paraId="7A93FB47" w14:textId="77777777" w:rsidR="00E85637" w:rsidRDefault="00E85637"/>
    <w:p w14:paraId="1A1BC357" w14:textId="77777777" w:rsidR="00E85637" w:rsidRDefault="00B7608B">
      <w:r>
        <w:fldChar w:fldCharType="begin">
          <w:ffData>
            <w:name w:val=""/>
            <w:enabled/>
            <w:calcOnExit w:val="0"/>
            <w:helpText w:type="text" w:val="Sisestage siia lisa(d.&#10;&#10;Näiteks: Lisa: 4 lehel 1 eks&#10;&#10;Seejärel liikuge Tab klahviga järgmisele väljale."/>
            <w:statusText w:type="text" w:val="Sisestage siia lisa(d) (vt F1)"/>
            <w:textInput>
              <w:format w:val="Algsuurtäht"/>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6218D7D" w14:textId="77777777" w:rsidR="00E85637" w:rsidRDefault="00E85637"/>
    <w:p w14:paraId="403DC6AF" w14:textId="77777777" w:rsidR="00E85637" w:rsidRDefault="00E85637"/>
    <w:p w14:paraId="1CFBEBFC" w14:textId="655DBA51" w:rsidR="00E85637" w:rsidRDefault="00B7608B">
      <w:r>
        <w:fldChar w:fldCharType="begin">
          <w:ffData>
            <w:name w:val="Text28"/>
            <w:enabled/>
            <w:calcOnExit w:val="0"/>
            <w:helpText w:type="text" w:val="Sisestage siia lisaardressaat (-did).&#10;&#10;Näiteks: Sama: Rapla Maavalitsus (rapla@maavalitsus.ee)&#10;&#10;Seejärel liikuge Tab klahviga järgmisele väljale."/>
            <w:statusText w:type="text" w:val="Sisestage siia lisaardressaat (-did) (vt F1)"/>
            <w:textInput/>
          </w:ffData>
        </w:fldChar>
      </w:r>
      <w:bookmarkStart w:id="9" w:name="Text2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p w14:paraId="0798F62C" w14:textId="77777777" w:rsidR="00E85637" w:rsidRDefault="00E85637"/>
    <w:p w14:paraId="12289E60" w14:textId="77777777" w:rsidR="00E85637" w:rsidRDefault="00E85637"/>
    <w:p w14:paraId="3B5078AE" w14:textId="77777777" w:rsidR="00E85637" w:rsidRDefault="0015432F">
      <w:r>
        <w:fldChar w:fldCharType="begin">
          <w:ffData>
            <w:name w:val=""/>
            <w:enabled/>
            <w:calcOnExit w:val="0"/>
            <w:helpText w:type="text" w:val="Sisestage siia koostaja nimi, kui koostaja ja allakirjutaja on eri isikud.&#10;&#10;&#10;&#10;Seejärel liikuge Tab klahviga järgmisele väljale.&#10;&#10;"/>
            <w:statusText w:type="text" w:val="Sisestage siia koostaja nimi, kui koostaja ja allakirjutaja on eri isikud."/>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93280B5" w14:textId="789AB43B" w:rsidR="00356C40" w:rsidRDefault="00B7608B">
      <w:r>
        <w:fldChar w:fldCharType="begin">
          <w:ffData>
            <w:name w:val="Text29"/>
            <w:enabled/>
            <w:calcOnExit w:val="0"/>
            <w:helpText w:type="text" w:val="Sisestage siia koostaja telefon ja e-posti aadress.&#10;&#10;Näiteks: 612 3456 mari.kask@rmk.ee&#10;&#10;"/>
            <w:statusText w:type="text" w:val="Sisestage siia koostaja telefon ja e-posti aadress (vt F1)"/>
            <w:textInput/>
          </w:ffData>
        </w:fldChar>
      </w:r>
      <w:bookmarkStart w:id="10" w:name="Text29"/>
      <w:r>
        <w:instrText xml:space="preserve"> FORMTEXT </w:instrText>
      </w:r>
      <w:r>
        <w:fldChar w:fldCharType="separate"/>
      </w:r>
      <w:r w:rsidR="00876E47" w:rsidRPr="00876E47">
        <w:t>5144133</w:t>
      </w:r>
      <w:r w:rsidR="00876E47">
        <w:t xml:space="preserve"> </w:t>
      </w:r>
      <w:r w:rsidR="00423B51">
        <w:rPr>
          <w:noProof/>
        </w:rPr>
        <w:t>aivar.laud@rmk.ee</w:t>
      </w:r>
      <w:r>
        <w:fldChar w:fldCharType="end"/>
      </w:r>
      <w:bookmarkEnd w:id="10"/>
      <w:r w:rsidR="00A9445B">
        <w:t xml:space="preserve"> </w:t>
      </w:r>
    </w:p>
    <w:sectPr w:rsidR="00356C40">
      <w:footerReference w:type="default" r:id="rId14"/>
      <w:headerReference w:type="first" r:id="rId15"/>
      <w:footerReference w:type="first" r:id="rId16"/>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E0810" w14:textId="77777777" w:rsidR="00F253DB" w:rsidRDefault="00F253DB">
      <w:r>
        <w:separator/>
      </w:r>
    </w:p>
  </w:endnote>
  <w:endnote w:type="continuationSeparator" w:id="0">
    <w:p w14:paraId="05E68A20" w14:textId="77777777" w:rsidR="00F253DB" w:rsidRDefault="00F25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1253D" w14:textId="77777777" w:rsidR="00E85637" w:rsidRDefault="00E8563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4DCD4" w14:textId="77777777" w:rsidR="00E85637" w:rsidRDefault="00E85637">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3223E" w14:textId="77777777" w:rsidR="00E85637" w:rsidRDefault="00E8563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CA5E0F" w14:textId="77777777" w:rsidR="00F253DB" w:rsidRDefault="00F253DB">
      <w:r>
        <w:separator/>
      </w:r>
    </w:p>
  </w:footnote>
  <w:footnote w:type="continuationSeparator" w:id="0">
    <w:p w14:paraId="2376E157" w14:textId="77777777" w:rsidR="00F253DB" w:rsidRDefault="00F253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69166" w14:textId="77777777" w:rsidR="00E85637" w:rsidRDefault="00A9445B">
    <w:pPr>
      <w:pStyle w:val="Pis"/>
    </w:pPr>
    <w:r>
      <w:fldChar w:fldCharType="begin"/>
    </w:r>
    <w:r>
      <w:instrText xml:space="preserve"> PAGE </w:instrText>
    </w:r>
    <w:r>
      <w:fldChar w:fldCharType="separate"/>
    </w:r>
    <w:r w:rsidR="00187A2D">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4FF50" w14:textId="77777777" w:rsidR="00E85637" w:rsidRDefault="00E8563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2E147" w14:textId="77777777" w:rsidR="00E85637" w:rsidRDefault="00E8563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num w:numId="1" w16cid:durableId="452213634">
    <w:abstractNumId w:val="0"/>
  </w:num>
  <w:num w:numId="2" w16cid:durableId="136891919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3DB"/>
    <w:rsid w:val="00057FC6"/>
    <w:rsid w:val="000D31BC"/>
    <w:rsid w:val="0015432F"/>
    <w:rsid w:val="00183D9E"/>
    <w:rsid w:val="00187A2D"/>
    <w:rsid w:val="001956F4"/>
    <w:rsid w:val="001D139F"/>
    <w:rsid w:val="001E574A"/>
    <w:rsid w:val="00231DFB"/>
    <w:rsid w:val="002B5DDF"/>
    <w:rsid w:val="00326150"/>
    <w:rsid w:val="00356C40"/>
    <w:rsid w:val="00377CAD"/>
    <w:rsid w:val="003A08B0"/>
    <w:rsid w:val="00423B51"/>
    <w:rsid w:val="00436506"/>
    <w:rsid w:val="00473EA1"/>
    <w:rsid w:val="00491E34"/>
    <w:rsid w:val="005D0422"/>
    <w:rsid w:val="006F354D"/>
    <w:rsid w:val="00704BBF"/>
    <w:rsid w:val="00784044"/>
    <w:rsid w:val="007B7275"/>
    <w:rsid w:val="007E0D20"/>
    <w:rsid w:val="007F482F"/>
    <w:rsid w:val="007F68A8"/>
    <w:rsid w:val="00837622"/>
    <w:rsid w:val="00845FCB"/>
    <w:rsid w:val="00876E47"/>
    <w:rsid w:val="008B1038"/>
    <w:rsid w:val="008C0A3A"/>
    <w:rsid w:val="009D3F3A"/>
    <w:rsid w:val="00A9445B"/>
    <w:rsid w:val="00AA6DA9"/>
    <w:rsid w:val="00B7608B"/>
    <w:rsid w:val="00BF0803"/>
    <w:rsid w:val="00C32B5E"/>
    <w:rsid w:val="00C52479"/>
    <w:rsid w:val="00C67247"/>
    <w:rsid w:val="00CC5F76"/>
    <w:rsid w:val="00CF0857"/>
    <w:rsid w:val="00DB1CCD"/>
    <w:rsid w:val="00E85637"/>
    <w:rsid w:val="00EC5BAE"/>
    <w:rsid w:val="00F04FCF"/>
    <w:rsid w:val="00F253DB"/>
    <w:rsid w:val="00F94062"/>
    <w:rsid w:val="00FC77E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61F94B"/>
  <w15:docId w15:val="{31A5A4E9-7CA2-4926-8E8E-5EE6B387F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semiHidden/>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Pis">
    <w:name w:val="header"/>
    <w:basedOn w:val="Normaallaad"/>
    <w:semiHidden/>
    <w:pPr>
      <w:jc w:val="center"/>
    </w:pPr>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uiPriority w:val="99"/>
    <w:semiHidden/>
    <w:unhideWhenUsed/>
    <w:rsid w:val="00C52479"/>
    <w:rPr>
      <w:rFonts w:ascii="Tahoma" w:hAnsi="Tahoma" w:cs="Tahoma"/>
      <w:sz w:val="16"/>
      <w:szCs w:val="16"/>
    </w:rPr>
  </w:style>
  <w:style w:type="character" w:customStyle="1" w:styleId="JutumullitekstMrk">
    <w:name w:val="Jutumullitekst Märk"/>
    <w:basedOn w:val="Liguvaikefont"/>
    <w:link w:val="Jutumullitekst"/>
    <w:uiPriority w:val="99"/>
    <w:semiHidden/>
    <w:rsid w:val="00C52479"/>
    <w:rPr>
      <w:rFonts w:ascii="Tahoma" w:hAnsi="Tahoma" w:cs="Tahoma"/>
      <w:spacing w:val="2"/>
      <w:position w:val="6"/>
      <w:sz w:val="16"/>
      <w:szCs w:val="16"/>
      <w:lang w:eastAsia="en-US"/>
    </w:rPr>
  </w:style>
  <w:style w:type="paragraph" w:styleId="Redaktsioon">
    <w:name w:val="Revision"/>
    <w:hidden/>
    <w:uiPriority w:val="99"/>
    <w:semiHidden/>
    <w:rsid w:val="007F68A8"/>
    <w:rPr>
      <w:spacing w:val="2"/>
      <w:position w:val="6"/>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av.looga\OneDrive%20-%20RMK\Desktop\RB\Maakonnaplaneeringu%20koosk&#245;lastamine\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FC9471881EDC4AAEEBB0B0854962E5" ma:contentTypeVersion="13" ma:contentTypeDescription="Create a new document." ma:contentTypeScope="" ma:versionID="f4233b74c268416c2ad526a41af0faea">
  <xsd:schema xmlns:xsd="http://www.w3.org/2001/XMLSchema" xmlns:xs="http://www.w3.org/2001/XMLSchema" xmlns:p="http://schemas.microsoft.com/office/2006/metadata/properties" xmlns:ns2="57a10775-02b0-4b31-8d2b-97d8352c7476" xmlns:ns3="eb588d3b-b930-4488-b359-741503acaa24" targetNamespace="http://schemas.microsoft.com/office/2006/metadata/properties" ma:root="true" ma:fieldsID="ba6ffef2f113d47cdb228453c2be201d" ns2:_="" ns3:_="">
    <xsd:import namespace="57a10775-02b0-4b31-8d2b-97d8352c7476"/>
    <xsd:import namespace="eb588d3b-b930-4488-b359-741503acaa2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a10775-02b0-4b31-8d2b-97d8352c747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ea7711c9-4b03-4155-86dd-4888dbd2893b}" ma:internalName="TaxCatchAll" ma:showField="CatchAllData" ma:web="57a10775-02b0-4b31-8d2b-97d8352c747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b588d3b-b930-4488-b359-741503acaa2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2f010f5-e7d9-4309-8ca3-d636afa623d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1FB6D-4A58-415E-B594-083292DD1558}">
  <ds:schemaRefs>
    <ds:schemaRef ds:uri="http://schemas.microsoft.com/sharepoint/v3/contenttype/forms"/>
  </ds:schemaRefs>
</ds:datastoreItem>
</file>

<file path=customXml/itemProps2.xml><?xml version="1.0" encoding="utf-8"?>
<ds:datastoreItem xmlns:ds="http://schemas.openxmlformats.org/officeDocument/2006/customXml" ds:itemID="{7215C46D-9942-49F7-BB3C-44D59A994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a10775-02b0-4b31-8d2b-97d8352c7476"/>
    <ds:schemaRef ds:uri="eb588d3b-b930-4488-b359-741503aca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DB815B-0E6F-184A-BDAD-EB7948C0C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Template>
  <TotalTime>1</TotalTime>
  <Pages>1</Pages>
  <Words>104</Words>
  <Characters>1086</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DF</Company>
  <LinksUpToDate>false</LinksUpToDate>
  <CharactersWithSpaces>1188</CharactersWithSpaces>
  <SharedDoc>false</SharedDoc>
  <HLinks>
    <vt:vector size="6" baseType="variant">
      <vt:variant>
        <vt:i4>786512</vt:i4>
      </vt:variant>
      <vt:variant>
        <vt:i4>1880</vt:i4>
      </vt:variant>
      <vt:variant>
        <vt:i4>1025</vt:i4>
      </vt:variant>
      <vt:variant>
        <vt:i4>1</vt:i4>
      </vt:variant>
      <vt:variant>
        <vt:lpwstr>tykid_kiri\RMK_peakontor_ek.gif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MS Office 2016(TM) file templates</dc:subject>
  <dc:creator>Olav Looga</dc:creator>
  <dc:description>Ver 6.0, 11.2018</dc:description>
  <cp:lastModifiedBy>Aivar Laud</cp:lastModifiedBy>
  <cp:revision>2</cp:revision>
  <cp:lastPrinted>2014-04-01T12:05:00Z</cp:lastPrinted>
  <dcterms:created xsi:type="dcterms:W3CDTF">2024-07-12T09:57:00Z</dcterms:created>
  <dcterms:modified xsi:type="dcterms:W3CDTF">2024-07-12T09:57:00Z</dcterms:modified>
</cp:coreProperties>
</file>